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1F06" w14:textId="77777777" w:rsidR="002803D1" w:rsidRPr="006E350E" w:rsidRDefault="002803D1" w:rsidP="002803D1">
      <w:pPr>
        <w:tabs>
          <w:tab w:val="left" w:pos="2494"/>
        </w:tabs>
        <w:spacing w:line="480" w:lineRule="auto"/>
        <w:ind w:left="-483"/>
        <w:rPr>
          <w:rFonts w:cs="David"/>
          <w:rtl/>
        </w:rPr>
      </w:pPr>
      <w:r w:rsidRPr="006E350E">
        <w:rPr>
          <w:rFonts w:ascii="MS Sans Serif" w:hAnsi="MS Sans Serif" w:cs="David"/>
          <w:color w:val="000000"/>
          <w:rtl/>
        </w:rPr>
        <w:t xml:space="preserve">         </w:t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rFonts w:ascii="MS Sans Serif" w:hAnsi="MS Sans Serif" w:cs="David"/>
          <w:color w:val="000000"/>
          <w:rtl/>
        </w:rPr>
        <w:tab/>
      </w:r>
    </w:p>
    <w:p w14:paraId="59B10AF6" w14:textId="6C63976A" w:rsidR="002803D1" w:rsidRPr="006E350E" w:rsidRDefault="002803D1" w:rsidP="002803D1">
      <w:pPr>
        <w:tabs>
          <w:tab w:val="left" w:pos="2494"/>
        </w:tabs>
        <w:spacing w:line="480" w:lineRule="auto"/>
        <w:ind w:left="-483"/>
        <w:rPr>
          <w:rFonts w:ascii="MS Sans Serif" w:hAnsi="MS Sans Serif" w:cs="David"/>
          <w:color w:val="000000"/>
          <w:rtl/>
        </w:rPr>
      </w:pPr>
      <w:r w:rsidRPr="006E350E">
        <w:rPr>
          <w:rFonts w:cs="David"/>
          <w:rtl/>
        </w:rPr>
        <w:tab/>
        <w:t xml:space="preserve">                        </w:t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 w:hint="cs"/>
          <w:rtl/>
        </w:rPr>
        <w:t xml:space="preserve">              </w:t>
      </w:r>
      <w:r w:rsidRPr="006E350E">
        <w:rPr>
          <w:rFonts w:ascii="MS Sans Serif" w:hAnsi="MS Sans Serif" w:cs="David" w:hint="cs"/>
          <w:color w:val="000000"/>
          <w:rtl/>
        </w:rPr>
        <w:t>תאריך:</w:t>
      </w:r>
      <w:r w:rsidR="006E350E" w:rsidRPr="006E350E">
        <w:rPr>
          <w:rFonts w:ascii="MS Sans Serif" w:hAnsi="MS Sans Serif" w:cs="David" w:hint="cs"/>
          <w:color w:val="000000"/>
          <w:rtl/>
        </w:rPr>
        <w:t xml:space="preserve">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bookmarkEnd w:id="0"/>
    </w:p>
    <w:p w14:paraId="77FE5AC7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rtl/>
        </w:rPr>
      </w:pPr>
      <w:r w:rsidRPr="006E350E">
        <w:rPr>
          <w:rFonts w:ascii="MS Sans Serif" w:hAnsi="MS Sans Serif" w:cs="David"/>
          <w:color w:val="000000"/>
          <w:rtl/>
        </w:rPr>
        <w:tab/>
      </w:r>
      <w:r w:rsidRPr="006E350E">
        <w:rPr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DC814" wp14:editId="77417962">
                <wp:simplePos x="0" y="0"/>
                <wp:positionH relativeFrom="column">
                  <wp:posOffset>805815</wp:posOffset>
                </wp:positionH>
                <wp:positionV relativeFrom="paragraph">
                  <wp:posOffset>86995</wp:posOffset>
                </wp:positionV>
                <wp:extent cx="5272405" cy="67056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2405" cy="6705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BF813" w14:textId="77777777" w:rsidR="002803D1" w:rsidRPr="00080542" w:rsidRDefault="002803D1" w:rsidP="002803D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080542">
                              <w:rPr>
                                <w:b/>
                                <w:bCs/>
                                <w:rtl/>
                              </w:rPr>
                              <w:t>ועדה מקומית לתכנון ובניה "חוף אשקלון"</w:t>
                            </w:r>
                          </w:p>
                          <w:p w14:paraId="7658A08E" w14:textId="77777777" w:rsidR="002803D1" w:rsidRPr="00080542" w:rsidRDefault="002803D1" w:rsidP="002803D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80542">
                              <w:rPr>
                                <w:b/>
                                <w:bCs/>
                                <w:rtl/>
                              </w:rPr>
                              <w:t>הודעה לפי סעיף 149 לחוק</w:t>
                            </w:r>
                          </w:p>
                          <w:p w14:paraId="41145582" w14:textId="77777777" w:rsidR="002803D1" w:rsidRPr="00080542" w:rsidRDefault="002803D1" w:rsidP="002803D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080542">
                              <w:rPr>
                                <w:b/>
                                <w:bCs/>
                                <w:rtl/>
                              </w:rPr>
                              <w:t>התכנון והבנייה התשכ"ה 1965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DC81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3.45pt;margin-top:6.85pt;width:415.15pt;height:5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" fillcolor="#bfbfbf">
                <v:textbox>
                  <w:txbxContent>
                    <w:p w14:paraId="0EABF813" w14:textId="77777777" w:rsidR="002803D1" w:rsidRPr="00080542" w:rsidRDefault="002803D1" w:rsidP="002803D1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080542">
                        <w:rPr>
                          <w:b/>
                          <w:bCs/>
                          <w:rtl/>
                        </w:rPr>
                        <w:t>ועדה מקומית לתכנון ובניה "חוף אשקלון"</w:t>
                      </w:r>
                    </w:p>
                    <w:p w14:paraId="7658A08E" w14:textId="77777777" w:rsidR="002803D1" w:rsidRPr="00080542" w:rsidRDefault="002803D1" w:rsidP="002803D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80542">
                        <w:rPr>
                          <w:b/>
                          <w:bCs/>
                          <w:rtl/>
                        </w:rPr>
                        <w:t>הודעה לפי סעיף 149 לחוק</w:t>
                      </w:r>
                    </w:p>
                    <w:p w14:paraId="41145582" w14:textId="77777777" w:rsidR="002803D1" w:rsidRPr="00080542" w:rsidRDefault="002803D1" w:rsidP="002803D1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080542">
                        <w:rPr>
                          <w:b/>
                          <w:bCs/>
                          <w:rtl/>
                        </w:rPr>
                        <w:t>התכנון והבנייה התשכ"ה 1965</w:t>
                      </w:r>
                    </w:p>
                  </w:txbxContent>
                </v:textbox>
              </v:shape>
            </w:pict>
          </mc:Fallback>
        </mc:AlternateContent>
      </w:r>
    </w:p>
    <w:p w14:paraId="73ED7535" w14:textId="77777777" w:rsidR="002803D1" w:rsidRPr="006E350E" w:rsidRDefault="002803D1" w:rsidP="002803D1">
      <w:pPr>
        <w:ind w:left="5760"/>
        <w:rPr>
          <w:rFonts w:cs="David"/>
          <w:rtl/>
        </w:rPr>
      </w:pPr>
      <w:r w:rsidRPr="006E350E">
        <w:rPr>
          <w:rFonts w:cs="David"/>
          <w:rtl/>
        </w:rPr>
        <w:tab/>
      </w:r>
    </w:p>
    <w:p w14:paraId="77B66843" w14:textId="77777777" w:rsidR="002803D1" w:rsidRPr="006E350E" w:rsidRDefault="002803D1" w:rsidP="002803D1">
      <w:pPr>
        <w:ind w:left="5760"/>
        <w:rPr>
          <w:rFonts w:cs="David"/>
          <w:rtl/>
        </w:rPr>
      </w:pPr>
    </w:p>
    <w:p w14:paraId="2BCAD5D7" w14:textId="77777777" w:rsidR="002803D1" w:rsidRPr="006E350E" w:rsidRDefault="002803D1" w:rsidP="002803D1">
      <w:pPr>
        <w:ind w:left="5760"/>
        <w:rPr>
          <w:rFonts w:cs="David"/>
          <w:rtl/>
        </w:rPr>
      </w:pPr>
    </w:p>
    <w:p w14:paraId="1F7A6A8E" w14:textId="77777777" w:rsidR="002803D1" w:rsidRPr="006E350E" w:rsidRDefault="002803D1" w:rsidP="002803D1">
      <w:pPr>
        <w:ind w:left="5760"/>
        <w:rPr>
          <w:rFonts w:cs="David"/>
          <w:rtl/>
        </w:rPr>
      </w:pPr>
    </w:p>
    <w:p w14:paraId="36568E12" w14:textId="77777777" w:rsidR="002803D1" w:rsidRPr="006E350E" w:rsidRDefault="002803D1" w:rsidP="002803D1">
      <w:pPr>
        <w:ind w:left="-58"/>
        <w:rPr>
          <w:rFonts w:cs="David"/>
          <w:rtl/>
        </w:rPr>
      </w:pPr>
    </w:p>
    <w:p w14:paraId="31952321" w14:textId="77777777" w:rsidR="002803D1" w:rsidRPr="006E350E" w:rsidRDefault="002803D1" w:rsidP="002803D1">
      <w:pPr>
        <w:spacing w:line="360" w:lineRule="auto"/>
        <w:ind w:left="-526"/>
        <w:rPr>
          <w:rFonts w:cs="David"/>
          <w:rtl/>
        </w:rPr>
      </w:pPr>
      <w:r w:rsidRPr="006E350E">
        <w:rPr>
          <w:rFonts w:cs="David" w:hint="cs"/>
          <w:rtl/>
        </w:rPr>
        <w:t xml:space="preserve"> </w:t>
      </w:r>
      <w:r w:rsidRPr="006E350E">
        <w:rPr>
          <w:rFonts w:cs="David"/>
          <w:rtl/>
        </w:rPr>
        <w:t>הרינו מודיעים בזאת כי הוגשה לו</w:t>
      </w:r>
      <w:r w:rsidRPr="006E350E">
        <w:rPr>
          <w:rFonts w:cs="David" w:hint="cs"/>
          <w:rtl/>
        </w:rPr>
        <w:t>ו</w:t>
      </w:r>
      <w:r w:rsidRPr="006E350E">
        <w:rPr>
          <w:rFonts w:cs="David"/>
          <w:rtl/>
        </w:rPr>
        <w:t xml:space="preserve">עדה המקומית לתכנון ולבניה "חוף אשקלון" בקשה למתן היתר </w:t>
      </w:r>
    </w:p>
    <w:p w14:paraId="4171739E" w14:textId="1AFDFF13" w:rsidR="002803D1" w:rsidRPr="006E350E" w:rsidRDefault="002803D1" w:rsidP="002803D1">
      <w:pPr>
        <w:spacing w:line="360" w:lineRule="auto"/>
        <w:ind w:left="-526"/>
        <w:rPr>
          <w:rFonts w:cs="David"/>
          <w:b/>
          <w:bCs/>
          <w:u w:val="single"/>
          <w:rtl/>
        </w:rPr>
      </w:pPr>
      <w:r w:rsidRPr="006E350E">
        <w:rPr>
          <w:rFonts w:cs="David" w:hint="cs"/>
          <w:rtl/>
        </w:rPr>
        <w:t xml:space="preserve"> </w:t>
      </w:r>
      <w:r w:rsidRPr="006E350E">
        <w:rPr>
          <w:rFonts w:cs="David"/>
          <w:rtl/>
        </w:rPr>
        <w:t xml:space="preserve">בניה ל- </w:t>
      </w:r>
      <w:r w:rsidRPr="006E350E">
        <w:rPr>
          <w:rFonts w:cs="David"/>
          <w:b/>
          <w:bCs/>
          <w:rtl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6E350E">
        <w:rPr>
          <w:rFonts w:cs="David"/>
          <w:b/>
          <w:bCs/>
          <w:rtl/>
        </w:rPr>
        <w:instrText xml:space="preserve"> </w:instrText>
      </w:r>
      <w:r w:rsidRPr="006E350E">
        <w:rPr>
          <w:rFonts w:cs="David" w:hint="cs"/>
          <w:b/>
          <w:bCs/>
        </w:rPr>
        <w:instrText>FORMTEXT</w:instrText>
      </w:r>
      <w:r w:rsidRPr="006E350E">
        <w:rPr>
          <w:rFonts w:cs="David"/>
          <w:b/>
          <w:bCs/>
          <w:rtl/>
        </w:rPr>
        <w:instrText xml:space="preserve"> </w:instrText>
      </w:r>
      <w:r w:rsidRPr="006E350E">
        <w:rPr>
          <w:rFonts w:cs="David"/>
          <w:b/>
          <w:bCs/>
          <w:rtl/>
        </w:rPr>
      </w:r>
      <w:r w:rsidRPr="006E350E">
        <w:rPr>
          <w:rFonts w:cs="David"/>
          <w:b/>
          <w:bCs/>
          <w:rtl/>
        </w:rPr>
        <w:fldChar w:fldCharType="separate"/>
      </w:r>
      <w:r w:rsidR="00DC5018" w:rsidRPr="006E350E">
        <w:rPr>
          <w:rFonts w:hint="cs"/>
          <w:rtl/>
        </w:rPr>
        <w:t xml:space="preserve">   </w:t>
      </w:r>
      <w:r w:rsidRPr="006E350E">
        <w:rPr>
          <w:rFonts w:cs="David"/>
          <w:b/>
          <w:bCs/>
          <w:rtl/>
        </w:rPr>
        <w:fldChar w:fldCharType="end"/>
      </w:r>
      <w:bookmarkEnd w:id="1"/>
    </w:p>
    <w:p w14:paraId="386D4AF1" w14:textId="77777777" w:rsidR="002803D1" w:rsidRPr="006E350E" w:rsidRDefault="002803D1" w:rsidP="002803D1">
      <w:pPr>
        <w:tabs>
          <w:tab w:val="left" w:pos="2494"/>
        </w:tabs>
        <w:ind w:left="-385"/>
        <w:rPr>
          <w:rFonts w:cs="David"/>
          <w:rtl/>
        </w:rPr>
      </w:pPr>
    </w:p>
    <w:p w14:paraId="53E0D185" w14:textId="77777777" w:rsidR="002803D1" w:rsidRPr="006E350E" w:rsidRDefault="002803D1" w:rsidP="002803D1">
      <w:pPr>
        <w:tabs>
          <w:tab w:val="left" w:pos="466"/>
          <w:tab w:val="left" w:pos="2494"/>
        </w:tabs>
        <w:ind w:left="-483"/>
        <w:rPr>
          <w:rFonts w:cs="David"/>
          <w:rtl/>
        </w:rPr>
      </w:pPr>
      <w:r w:rsidRPr="006E350E">
        <w:rPr>
          <w:rFonts w:cs="David"/>
          <w:b/>
          <w:bCs/>
          <w:rtl/>
        </w:rPr>
        <w:t xml:space="preserve">גוש: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bookmarkEnd w:id="2"/>
      <w:r w:rsidRPr="006E350E">
        <w:rPr>
          <w:rFonts w:cs="David"/>
          <w:rtl/>
        </w:rPr>
        <w:t xml:space="preserve">  </w:t>
      </w:r>
      <w:r w:rsidRPr="006E350E">
        <w:rPr>
          <w:rFonts w:cs="David"/>
          <w:b/>
          <w:bCs/>
          <w:rtl/>
        </w:rPr>
        <w:t>חלקה:</w:t>
      </w:r>
      <w:r w:rsidRPr="006E350E">
        <w:rPr>
          <w:rFonts w:cs="David"/>
          <w:rtl/>
        </w:rPr>
        <w:t xml:space="preserve"> </w:t>
      </w:r>
      <w:r w:rsidRPr="006E350E">
        <w:rPr>
          <w:rFonts w:ascii="MS Sans Serif" w:hAnsi="MS Sans Serif" w:cs="David"/>
          <w:color w:val="000000"/>
          <w:rtl/>
        </w:rPr>
        <w:t xml:space="preserve"> </w:t>
      </w:r>
      <w:bookmarkStart w:id="3" w:name="_Hlk31807987"/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bookmarkEnd w:id="3"/>
      <w:bookmarkEnd w:id="4"/>
      <w:r w:rsidRPr="006E350E">
        <w:rPr>
          <w:rFonts w:cs="David"/>
          <w:rtl/>
        </w:rPr>
        <w:t xml:space="preserve">  </w:t>
      </w:r>
      <w:r w:rsidRPr="006E350E">
        <w:rPr>
          <w:rFonts w:cs="David"/>
          <w:b/>
          <w:bCs/>
          <w:rtl/>
        </w:rPr>
        <w:t>מגרש</w:t>
      </w:r>
      <w:r w:rsidRPr="006E350E">
        <w:rPr>
          <w:rFonts w:cs="David"/>
          <w:rtl/>
        </w:rPr>
        <w:t xml:space="preserve">: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r w:rsidRPr="006E350E">
        <w:rPr>
          <w:rFonts w:cs="David" w:hint="cs"/>
          <w:rtl/>
        </w:rPr>
        <w:t xml:space="preserve">   </w:t>
      </w:r>
      <w:r w:rsidRPr="006E350E">
        <w:rPr>
          <w:rFonts w:cs="David" w:hint="cs"/>
          <w:b/>
          <w:bCs/>
          <w:rtl/>
        </w:rPr>
        <w:t>תכנית חלה:</w:t>
      </w:r>
      <w:r w:rsidRPr="006E350E">
        <w:rPr>
          <w:rFonts w:cs="David" w:hint="cs"/>
          <w:rtl/>
        </w:rPr>
        <w:t xml:space="preserve">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72D2D094" w14:textId="77777777" w:rsidR="002803D1" w:rsidRPr="006E350E" w:rsidRDefault="002803D1" w:rsidP="002803D1">
      <w:pPr>
        <w:tabs>
          <w:tab w:val="left" w:pos="466"/>
          <w:tab w:val="left" w:pos="2494"/>
        </w:tabs>
        <w:ind w:left="-483"/>
        <w:rPr>
          <w:rFonts w:cs="David"/>
          <w:rtl/>
        </w:rPr>
      </w:pPr>
    </w:p>
    <w:p w14:paraId="1C98A1DF" w14:textId="77777777" w:rsidR="002803D1" w:rsidRPr="006E350E" w:rsidRDefault="002803D1" w:rsidP="002803D1">
      <w:pPr>
        <w:tabs>
          <w:tab w:val="left" w:pos="466"/>
          <w:tab w:val="left" w:pos="2494"/>
        </w:tabs>
        <w:ind w:left="-483"/>
        <w:rPr>
          <w:rFonts w:cs="David"/>
          <w:rtl/>
        </w:rPr>
      </w:pPr>
      <w:r w:rsidRPr="006E350E">
        <w:rPr>
          <w:rFonts w:cs="David" w:hint="cs"/>
          <w:b/>
          <w:bCs/>
          <w:rtl/>
        </w:rPr>
        <w:t>ישוב</w:t>
      </w:r>
      <w:r w:rsidRPr="006E350E">
        <w:rPr>
          <w:rFonts w:cs="David"/>
          <w:b/>
          <w:bCs/>
          <w:rtl/>
        </w:rPr>
        <w:t>:</w:t>
      </w:r>
      <w:r w:rsidRPr="006E350E">
        <w:rPr>
          <w:rFonts w:cs="David"/>
          <w:rtl/>
        </w:rPr>
        <w:t xml:space="preserve">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bookmarkStart w:id="5" w:name="_GoBack"/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bookmarkEnd w:id="5"/>
      <w:r w:rsidRPr="006E350E">
        <w:rPr>
          <w:rFonts w:ascii="MS Sans Serif" w:hAnsi="MS Sans Serif" w:cs="David"/>
          <w:color w:val="000000"/>
          <w:rtl/>
        </w:rPr>
        <w:fldChar w:fldCharType="end"/>
      </w:r>
      <w:r w:rsidRPr="006E350E">
        <w:rPr>
          <w:rFonts w:ascii="MS Sans Serif" w:hAnsi="MS Sans Serif" w:cs="David"/>
          <w:color w:val="000000"/>
          <w:rtl/>
        </w:rPr>
        <w:t xml:space="preserve">   </w:t>
      </w:r>
    </w:p>
    <w:p w14:paraId="2686B544" w14:textId="77777777" w:rsidR="002803D1" w:rsidRPr="006E350E" w:rsidRDefault="002803D1" w:rsidP="002803D1">
      <w:pPr>
        <w:widowControl w:val="0"/>
        <w:tabs>
          <w:tab w:val="left" w:pos="3845"/>
        </w:tabs>
        <w:autoSpaceDE w:val="0"/>
        <w:autoSpaceDN w:val="0"/>
        <w:adjustRightInd w:val="0"/>
        <w:ind w:left="-58"/>
        <w:jc w:val="both"/>
        <w:rPr>
          <w:rFonts w:ascii="MS Sans Serif" w:hAnsi="MS Sans Serif" w:cs="David"/>
          <w:color w:val="000000"/>
          <w:rtl/>
        </w:rPr>
      </w:pPr>
      <w:r w:rsidRPr="006E350E">
        <w:rPr>
          <w:rFonts w:ascii="MS Sans Serif" w:hAnsi="MS Sans Serif" w:cs="David"/>
          <w:color w:val="000000"/>
          <w:rtl/>
        </w:rPr>
        <w:tab/>
      </w:r>
    </w:p>
    <w:p w14:paraId="18E4AF99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rtl/>
        </w:rPr>
      </w:pPr>
      <w:r w:rsidRPr="006E350E">
        <w:rPr>
          <w:rFonts w:cs="David" w:hint="cs"/>
          <w:b/>
          <w:bCs/>
          <w:rtl/>
        </w:rPr>
        <w:t xml:space="preserve">מספר </w:t>
      </w:r>
      <w:r w:rsidRPr="006E350E">
        <w:rPr>
          <w:rFonts w:cs="David"/>
          <w:b/>
          <w:bCs/>
          <w:rtl/>
        </w:rPr>
        <w:t xml:space="preserve">בקשה </w:t>
      </w:r>
      <w:r w:rsidRPr="006E350E">
        <w:rPr>
          <w:rFonts w:cs="David" w:hint="cs"/>
          <w:b/>
          <w:bCs/>
          <w:rtl/>
        </w:rPr>
        <w:t>:</w:t>
      </w:r>
      <w:r w:rsidRPr="006E350E">
        <w:rPr>
          <w:rFonts w:cs="David"/>
          <w:b/>
          <w:bCs/>
          <w:rtl/>
        </w:rPr>
        <w:t xml:space="preserve">  </w:t>
      </w:r>
      <w:r w:rsidRPr="006E350E">
        <w:rPr>
          <w:rFonts w:ascii="MS Sans Serif" w:hAnsi="MS Sans Serif" w:cs="David" w:hint="eastAsia"/>
          <w:color w:val="000000"/>
          <w:rtl/>
        </w:rPr>
        <w:t>‏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18313569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rtl/>
        </w:rPr>
      </w:pPr>
    </w:p>
    <w:p w14:paraId="32DAB2CB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color w:val="000000"/>
        </w:rPr>
      </w:pPr>
      <w:r w:rsidRPr="006E350E">
        <w:rPr>
          <w:rFonts w:cs="David" w:hint="cs"/>
          <w:b/>
          <w:bCs/>
          <w:rtl/>
        </w:rPr>
        <w:t>מספר בקשה ברישוי זמין</w:t>
      </w:r>
      <w:r w:rsidRPr="006E350E">
        <w:rPr>
          <w:rFonts w:cs="David" w:hint="cs"/>
          <w:rtl/>
        </w:rPr>
        <w:t xml:space="preserve">: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0B09F1B0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b/>
          <w:bCs/>
          <w:rtl/>
        </w:rPr>
      </w:pPr>
      <w:r w:rsidRPr="006E350E">
        <w:rPr>
          <w:rFonts w:cs="David"/>
          <w:color w:val="000000"/>
          <w:rtl/>
        </w:rPr>
        <w:t xml:space="preserve">           </w:t>
      </w:r>
      <w:r w:rsidRPr="006E350E">
        <w:rPr>
          <w:rFonts w:cs="David"/>
          <w:color w:val="000000"/>
        </w:rPr>
        <w:t xml:space="preserve">                  </w:t>
      </w:r>
      <w:r w:rsidRPr="006E350E">
        <w:rPr>
          <w:rFonts w:cs="David"/>
          <w:rtl/>
        </w:rPr>
        <w:t xml:space="preserve"> </w:t>
      </w:r>
      <w:r w:rsidRPr="006E350E">
        <w:rPr>
          <w:rFonts w:cs="David"/>
          <w:b/>
          <w:bCs/>
          <w:rtl/>
        </w:rPr>
        <w:t xml:space="preserve">     </w:t>
      </w:r>
    </w:p>
    <w:p w14:paraId="17899B8C" w14:textId="77777777" w:rsidR="002803D1" w:rsidRPr="006E350E" w:rsidRDefault="002803D1" w:rsidP="002803D1">
      <w:pPr>
        <w:tabs>
          <w:tab w:val="left" w:pos="2494"/>
        </w:tabs>
        <w:ind w:left="-483"/>
        <w:rPr>
          <w:rFonts w:ascii="MS Sans Serif" w:hAnsi="MS Sans Serif" w:cs="David"/>
          <w:color w:val="000000"/>
          <w:rtl/>
        </w:rPr>
      </w:pPr>
      <w:r w:rsidRPr="006E350E">
        <w:rPr>
          <w:rFonts w:ascii="MS Sans Serif" w:hAnsi="MS Sans Serif" w:cs="David" w:hint="eastAsia"/>
          <w:b/>
          <w:bCs/>
          <w:color w:val="000000"/>
          <w:rtl/>
        </w:rPr>
        <w:t>ע</w:t>
      </w:r>
      <w:r w:rsidRPr="006E350E">
        <w:rPr>
          <w:rFonts w:ascii="MS Sans Serif" w:hAnsi="MS Sans Serif" w:cs="David"/>
          <w:b/>
          <w:bCs/>
          <w:color w:val="000000"/>
          <w:rtl/>
        </w:rPr>
        <w:t>"</w:t>
      </w:r>
      <w:r w:rsidRPr="006E350E">
        <w:rPr>
          <w:rFonts w:ascii="MS Sans Serif" w:hAnsi="MS Sans Serif" w:cs="David" w:hint="eastAsia"/>
          <w:b/>
          <w:bCs/>
          <w:color w:val="000000"/>
          <w:rtl/>
        </w:rPr>
        <w:t>י</w:t>
      </w:r>
      <w:r w:rsidRPr="006E350E">
        <w:rPr>
          <w:rFonts w:ascii="MS Sans Serif" w:hAnsi="MS Sans Serif" w:cs="David"/>
          <w:color w:val="000000"/>
          <w:rtl/>
        </w:rPr>
        <w:t xml:space="preserve"> :   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r w:rsidRPr="006E350E">
        <w:rPr>
          <w:rFonts w:ascii="MS Sans Serif" w:hAnsi="MS Sans Serif" w:cs="David"/>
          <w:color w:val="000000"/>
        </w:rPr>
        <w:t xml:space="preserve"> </w:t>
      </w:r>
      <w:r w:rsidRPr="006E350E">
        <w:rPr>
          <w:rFonts w:ascii="MS Sans Serif" w:hAnsi="MS Sans Serif" w:cs="David" w:hint="cs"/>
          <w:color w:val="000000"/>
          <w:rtl/>
        </w:rPr>
        <w:t xml:space="preserve">,      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1520FC97" w14:textId="77777777" w:rsidR="002803D1" w:rsidRPr="006E350E" w:rsidRDefault="002803D1" w:rsidP="002803D1">
      <w:pPr>
        <w:tabs>
          <w:tab w:val="left" w:pos="2494"/>
        </w:tabs>
        <w:ind w:left="-483"/>
        <w:rPr>
          <w:rFonts w:cs="David"/>
          <w:b/>
          <w:bCs/>
          <w:rtl/>
        </w:rPr>
      </w:pPr>
    </w:p>
    <w:p w14:paraId="2D86DF35" w14:textId="77777777" w:rsidR="002803D1" w:rsidRPr="006E350E" w:rsidRDefault="002803D1" w:rsidP="002803D1">
      <w:pPr>
        <w:tabs>
          <w:tab w:val="left" w:pos="2494"/>
        </w:tabs>
        <w:ind w:left="-483"/>
        <w:rPr>
          <w:rFonts w:ascii="MS Sans Serif" w:hAnsi="MS Sans Serif" w:cs="David"/>
          <w:color w:val="000000"/>
          <w:u w:val="single"/>
          <w:rtl/>
        </w:rPr>
      </w:pPr>
      <w:r w:rsidRPr="006E350E">
        <w:rPr>
          <w:rFonts w:cs="David"/>
          <w:b/>
          <w:bCs/>
          <w:u w:val="single"/>
          <w:rtl/>
        </w:rPr>
        <w:t xml:space="preserve">הבקשה כוללת את ההקלות הבאות: </w:t>
      </w:r>
    </w:p>
    <w:p w14:paraId="2A2DD07E" w14:textId="77777777" w:rsidR="002803D1" w:rsidRPr="006E350E" w:rsidRDefault="002803D1" w:rsidP="002803D1">
      <w:pPr>
        <w:tabs>
          <w:tab w:val="left" w:pos="2494"/>
        </w:tabs>
        <w:ind w:left="-483"/>
        <w:rPr>
          <w:rFonts w:ascii="MS Sans Serif" w:hAnsi="MS Sans Serif" w:cs="David"/>
          <w:color w:val="000000"/>
          <w:u w:val="single"/>
          <w:rtl/>
        </w:rPr>
      </w:pPr>
    </w:p>
    <w:p w14:paraId="3AA43C41" w14:textId="77777777" w:rsidR="002803D1" w:rsidRPr="006E350E" w:rsidRDefault="002803D1" w:rsidP="002803D1">
      <w:pPr>
        <w:pStyle w:val="a9"/>
        <w:numPr>
          <w:ilvl w:val="0"/>
          <w:numId w:val="30"/>
        </w:numPr>
        <w:tabs>
          <w:tab w:val="left" w:pos="2494"/>
        </w:tabs>
        <w:spacing w:line="360" w:lineRule="auto"/>
        <w:rPr>
          <w:rFonts w:ascii="David" w:hAnsi="David" w:cs="David"/>
          <w:color w:val="000000"/>
        </w:rPr>
      </w:pP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49A85238" w14:textId="77777777" w:rsidR="002803D1" w:rsidRPr="006E350E" w:rsidRDefault="002803D1" w:rsidP="002803D1">
      <w:pPr>
        <w:pStyle w:val="a9"/>
        <w:numPr>
          <w:ilvl w:val="0"/>
          <w:numId w:val="30"/>
        </w:numPr>
        <w:tabs>
          <w:tab w:val="left" w:pos="2494"/>
        </w:tabs>
        <w:spacing w:line="360" w:lineRule="auto"/>
        <w:rPr>
          <w:rFonts w:ascii="David" w:hAnsi="David" w:cs="David"/>
          <w:color w:val="000000"/>
        </w:rPr>
      </w:pP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5967088E" w14:textId="77777777" w:rsidR="002803D1" w:rsidRPr="006E350E" w:rsidRDefault="002803D1" w:rsidP="002803D1">
      <w:pPr>
        <w:pStyle w:val="a9"/>
        <w:numPr>
          <w:ilvl w:val="0"/>
          <w:numId w:val="30"/>
        </w:numPr>
        <w:tabs>
          <w:tab w:val="left" w:pos="2494"/>
        </w:tabs>
        <w:spacing w:line="360" w:lineRule="auto"/>
        <w:rPr>
          <w:rFonts w:ascii="David" w:hAnsi="David" w:cs="David"/>
          <w:color w:val="000000"/>
        </w:rPr>
      </w:pP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60C02419" w14:textId="77777777" w:rsidR="002803D1" w:rsidRPr="006E350E" w:rsidRDefault="002803D1" w:rsidP="002803D1">
      <w:pPr>
        <w:pStyle w:val="a9"/>
        <w:numPr>
          <w:ilvl w:val="0"/>
          <w:numId w:val="30"/>
        </w:numPr>
        <w:tabs>
          <w:tab w:val="left" w:pos="2494"/>
        </w:tabs>
        <w:spacing w:line="360" w:lineRule="auto"/>
        <w:rPr>
          <w:rFonts w:ascii="David" w:hAnsi="David" w:cs="David"/>
          <w:color w:val="000000"/>
        </w:rPr>
      </w:pP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  <w:r w:rsidRPr="006E350E">
        <w:rPr>
          <w:rFonts w:ascii="David" w:hAnsi="David" w:cs="David" w:hint="cs"/>
          <w:color w:val="000000"/>
          <w:rtl/>
        </w:rPr>
        <w:t xml:space="preserve"> </w:t>
      </w:r>
    </w:p>
    <w:p w14:paraId="4635BE3B" w14:textId="77777777" w:rsidR="002803D1" w:rsidRPr="006E350E" w:rsidRDefault="002803D1" w:rsidP="002803D1">
      <w:pPr>
        <w:ind w:left="-483"/>
        <w:jc w:val="both"/>
        <w:rPr>
          <w:rFonts w:cs="David"/>
          <w:b/>
          <w:bCs/>
          <w:rtl/>
        </w:rPr>
      </w:pPr>
    </w:p>
    <w:p w14:paraId="16CFAD89" w14:textId="77777777" w:rsidR="002803D1" w:rsidRPr="006E350E" w:rsidRDefault="002803D1" w:rsidP="002803D1">
      <w:pPr>
        <w:ind w:left="-483"/>
        <w:rPr>
          <w:rFonts w:cs="David"/>
          <w:rtl/>
        </w:rPr>
      </w:pPr>
      <w:r w:rsidRPr="006E350E">
        <w:rPr>
          <w:rFonts w:cs="David"/>
          <w:rtl/>
        </w:rPr>
        <w:t xml:space="preserve">כל המעוניין רשאי לעיין בבקשה ובתכנית המצורפת אליה ללא תשלום במשרדי הועדה המקומית "חוף אשקלון" </w:t>
      </w:r>
    </w:p>
    <w:p w14:paraId="38411AEA" w14:textId="77777777" w:rsidR="002803D1" w:rsidRPr="006E350E" w:rsidRDefault="002803D1" w:rsidP="002803D1">
      <w:pPr>
        <w:ind w:left="-483"/>
        <w:rPr>
          <w:rFonts w:cs="David"/>
          <w:rtl/>
        </w:rPr>
      </w:pPr>
      <w:r w:rsidRPr="006E350E">
        <w:rPr>
          <w:rFonts w:cs="David"/>
          <w:rtl/>
        </w:rPr>
        <w:t>בימים ובשעות קבלת קהל:</w:t>
      </w:r>
      <w:r w:rsidRPr="006E350E">
        <w:rPr>
          <w:rFonts w:cs="David" w:hint="cs"/>
          <w:b/>
          <w:bCs/>
          <w:rtl/>
        </w:rPr>
        <w:t xml:space="preserve"> </w:t>
      </w:r>
      <w:r w:rsidRPr="006E350E">
        <w:rPr>
          <w:rFonts w:cs="David"/>
          <w:b/>
          <w:bCs/>
          <w:rtl/>
        </w:rPr>
        <w:t>י</w:t>
      </w:r>
      <w:r w:rsidRPr="006E350E">
        <w:rPr>
          <w:rFonts w:cs="David" w:hint="cs"/>
          <w:b/>
          <w:bCs/>
          <w:rtl/>
        </w:rPr>
        <w:t>ו</w:t>
      </w:r>
      <w:r w:rsidRPr="006E350E">
        <w:rPr>
          <w:rFonts w:cs="David"/>
          <w:b/>
          <w:bCs/>
          <w:rtl/>
        </w:rPr>
        <w:t>ם א'</w:t>
      </w:r>
      <w:r w:rsidRPr="006E350E">
        <w:rPr>
          <w:rFonts w:cs="David" w:hint="cs"/>
          <w:b/>
          <w:bCs/>
          <w:rtl/>
        </w:rPr>
        <w:t xml:space="preserve"> </w:t>
      </w:r>
      <w:r w:rsidRPr="006E350E">
        <w:rPr>
          <w:rFonts w:cs="David"/>
          <w:b/>
          <w:bCs/>
          <w:rtl/>
        </w:rPr>
        <w:t xml:space="preserve">בין השעות </w:t>
      </w:r>
      <w:r w:rsidRPr="006E350E">
        <w:rPr>
          <w:rFonts w:cs="David" w:hint="cs"/>
          <w:b/>
          <w:bCs/>
          <w:rtl/>
        </w:rPr>
        <w:t xml:space="preserve">16:00 </w:t>
      </w:r>
      <w:r w:rsidRPr="006E350E">
        <w:rPr>
          <w:rFonts w:cs="David"/>
          <w:b/>
          <w:bCs/>
          <w:rtl/>
        </w:rPr>
        <w:t>–</w:t>
      </w:r>
      <w:r w:rsidRPr="006E350E">
        <w:rPr>
          <w:rFonts w:cs="David" w:hint="cs"/>
          <w:b/>
          <w:bCs/>
          <w:rtl/>
        </w:rPr>
        <w:t xml:space="preserve"> 8:30</w:t>
      </w:r>
    </w:p>
    <w:p w14:paraId="34B25B0D" w14:textId="77777777" w:rsidR="002803D1" w:rsidRPr="006E350E" w:rsidRDefault="002803D1" w:rsidP="002803D1">
      <w:pPr>
        <w:ind w:left="-483"/>
        <w:rPr>
          <w:rFonts w:cs="David"/>
          <w:rtl/>
        </w:rPr>
      </w:pPr>
    </w:p>
    <w:p w14:paraId="395BC59C" w14:textId="77777777" w:rsidR="002803D1" w:rsidRPr="006E350E" w:rsidRDefault="002803D1" w:rsidP="002803D1">
      <w:pPr>
        <w:ind w:left="-483"/>
        <w:rPr>
          <w:rFonts w:cs="David"/>
          <w:rtl/>
        </w:rPr>
      </w:pPr>
      <w:bookmarkStart w:id="6" w:name="OLE_LINK1"/>
      <w:bookmarkStart w:id="7" w:name="OLE_LINK2"/>
      <w:r w:rsidRPr="006E350E">
        <w:rPr>
          <w:rFonts w:cs="David"/>
          <w:rtl/>
        </w:rPr>
        <w:t>נוסח הפרסום לבקשה להיתר מופיע גם באתר האינטרנט של הועדה בכתובת</w:t>
      </w:r>
      <w:r w:rsidRPr="006E350E">
        <w:rPr>
          <w:rFonts w:cs="David" w:hint="cs"/>
          <w:rtl/>
        </w:rPr>
        <w:t xml:space="preserve">: </w:t>
      </w:r>
      <w:hyperlink r:id="rId8" w:history="1">
        <w:r w:rsidRPr="006E350E">
          <w:rPr>
            <w:rStyle w:val="Hyperlink"/>
            <w:rFonts w:ascii="David" w:hAnsi="David" w:cs="David"/>
            <w:rtl/>
          </w:rPr>
          <w:t>הודעות בנושא תכנון ובניה</w:t>
        </w:r>
      </w:hyperlink>
    </w:p>
    <w:p w14:paraId="10B8BAE1" w14:textId="77777777" w:rsidR="002803D1" w:rsidRPr="006E350E" w:rsidRDefault="002803D1" w:rsidP="002803D1">
      <w:pPr>
        <w:ind w:left="-483"/>
        <w:rPr>
          <w:rFonts w:cs="David"/>
          <w:b/>
          <w:bCs/>
          <w:u w:val="single"/>
          <w:rtl/>
        </w:rPr>
      </w:pPr>
      <w:r w:rsidRPr="006E350E">
        <w:rPr>
          <w:rFonts w:cs="David"/>
        </w:rPr>
        <w:t xml:space="preserve"> </w:t>
      </w:r>
    </w:p>
    <w:bookmarkEnd w:id="6"/>
    <w:bookmarkEnd w:id="7"/>
    <w:p w14:paraId="19E60EFA" w14:textId="77777777" w:rsidR="002803D1" w:rsidRPr="006E350E" w:rsidRDefault="002803D1" w:rsidP="002803D1">
      <w:pPr>
        <w:ind w:left="-483"/>
        <w:jc w:val="both"/>
        <w:rPr>
          <w:rFonts w:cs="David"/>
          <w:rtl/>
        </w:rPr>
      </w:pPr>
      <w:r w:rsidRPr="006E350E">
        <w:rPr>
          <w:rFonts w:cs="David"/>
          <w:rtl/>
        </w:rPr>
        <w:t>כל הרואה עצמו נפגע או עלול להיפגע מעניין ההקלה רשאי להגיש התנגדות מנומקת בכתב לבקשה האמורה</w:t>
      </w:r>
    </w:p>
    <w:p w14:paraId="29D93A01" w14:textId="77777777" w:rsidR="002803D1" w:rsidRPr="006E350E" w:rsidRDefault="002803D1" w:rsidP="002803D1">
      <w:pPr>
        <w:ind w:left="-483"/>
        <w:jc w:val="both"/>
        <w:rPr>
          <w:rFonts w:cs="David"/>
          <w:rtl/>
        </w:rPr>
      </w:pPr>
      <w:r w:rsidRPr="006E350E">
        <w:rPr>
          <w:rFonts w:cs="David"/>
          <w:rtl/>
        </w:rPr>
        <w:t xml:space="preserve">תוך </w:t>
      </w:r>
      <w:r w:rsidRPr="006E350E">
        <w:rPr>
          <w:rFonts w:cs="David" w:hint="cs"/>
          <w:rtl/>
        </w:rPr>
        <w:t xml:space="preserve">15 </w:t>
      </w:r>
      <w:r w:rsidRPr="006E350E">
        <w:rPr>
          <w:rFonts w:cs="David"/>
          <w:rtl/>
        </w:rPr>
        <w:t xml:space="preserve"> יום מיום פרסום מודעה זו. </w:t>
      </w:r>
    </w:p>
    <w:p w14:paraId="0D930026" w14:textId="77777777" w:rsidR="002803D1" w:rsidRPr="006E350E" w:rsidRDefault="002803D1" w:rsidP="002803D1">
      <w:pPr>
        <w:ind w:left="-483"/>
        <w:jc w:val="both"/>
        <w:rPr>
          <w:rFonts w:cs="David"/>
          <w:rtl/>
        </w:rPr>
      </w:pPr>
    </w:p>
    <w:p w14:paraId="5B7965BB" w14:textId="410A4CBD" w:rsidR="002803D1" w:rsidRPr="006E350E" w:rsidRDefault="002803D1" w:rsidP="003836C4">
      <w:pPr>
        <w:pStyle w:val="a9"/>
        <w:numPr>
          <w:ilvl w:val="0"/>
          <w:numId w:val="31"/>
        </w:numPr>
        <w:ind w:left="-283"/>
        <w:rPr>
          <w:rFonts w:cs="David"/>
          <w:color w:val="FF0000"/>
        </w:rPr>
      </w:pPr>
      <w:r w:rsidRPr="006E350E">
        <w:rPr>
          <w:rFonts w:cs="David"/>
          <w:color w:val="FF0000"/>
          <w:rtl/>
        </w:rPr>
        <w:t>הנני מצהיר בזאת כי ההקלות המופיעות במסמך זה תואמות להקלות המבוקשות ב</w:t>
      </w:r>
      <w:r w:rsidR="003836C4" w:rsidRPr="006E350E">
        <w:rPr>
          <w:rFonts w:cs="David" w:hint="cs"/>
          <w:color w:val="FF0000"/>
          <w:rtl/>
        </w:rPr>
        <w:t>גוף</w:t>
      </w:r>
    </w:p>
    <w:p w14:paraId="5B408C0D" w14:textId="5CAA77F6" w:rsidR="002803D1" w:rsidRPr="006E350E" w:rsidRDefault="002803D1" w:rsidP="003836C4">
      <w:pPr>
        <w:pStyle w:val="a9"/>
        <w:ind w:left="-283"/>
        <w:rPr>
          <w:rFonts w:cs="David"/>
          <w:color w:val="FF0000"/>
        </w:rPr>
      </w:pPr>
      <w:r w:rsidRPr="006E350E">
        <w:rPr>
          <w:rFonts w:cs="David"/>
          <w:color w:val="FF0000"/>
          <w:rtl/>
        </w:rPr>
        <w:t>תכנית ההגשה</w:t>
      </w:r>
      <w:r w:rsidRPr="006E350E">
        <w:rPr>
          <w:rFonts w:cs="David" w:hint="cs"/>
          <w:color w:val="FF0000"/>
          <w:rtl/>
        </w:rPr>
        <w:t xml:space="preserve"> </w:t>
      </w:r>
      <w:r w:rsidRPr="006E350E">
        <w:rPr>
          <w:rFonts w:cs="David"/>
          <w:color w:val="FF0000"/>
          <w:rtl/>
        </w:rPr>
        <w:t>(הגרמושקה)</w:t>
      </w:r>
      <w:r w:rsidR="003836C4" w:rsidRPr="006E350E">
        <w:rPr>
          <w:rFonts w:cs="David" w:hint="cs"/>
          <w:color w:val="FF0000"/>
          <w:rtl/>
        </w:rPr>
        <w:t xml:space="preserve">/ במערכת רישוי זמין (מפרט הבניה/פירוט ההקלות ו/או שימושים חורגים) </w:t>
      </w:r>
    </w:p>
    <w:p w14:paraId="5649B5BF" w14:textId="77777777" w:rsidR="002803D1" w:rsidRPr="006E350E" w:rsidRDefault="002803D1" w:rsidP="002803D1">
      <w:pPr>
        <w:ind w:left="-101"/>
        <w:jc w:val="both"/>
        <w:rPr>
          <w:rFonts w:cs="David"/>
          <w:b/>
          <w:bCs/>
          <w:color w:val="FF0000"/>
          <w:u w:val="single"/>
          <w:rtl/>
        </w:rPr>
      </w:pPr>
    </w:p>
    <w:p w14:paraId="64CE5739" w14:textId="77777777" w:rsidR="002803D1" w:rsidRPr="006E350E" w:rsidRDefault="002803D1" w:rsidP="002803D1">
      <w:pPr>
        <w:ind w:left="-101"/>
        <w:jc w:val="both"/>
        <w:rPr>
          <w:rFonts w:cs="David"/>
          <w:b/>
          <w:bCs/>
          <w:color w:val="FF0000"/>
          <w:u w:val="single"/>
          <w:rtl/>
        </w:rPr>
      </w:pPr>
      <w:r w:rsidRPr="006E350E">
        <w:rPr>
          <w:rFonts w:cs="David"/>
          <w:b/>
          <w:bCs/>
          <w:color w:val="FF0000"/>
          <w:u w:val="single"/>
          <w:rtl/>
        </w:rPr>
        <w:t>נוסח פרסום זה הנו באחריותו המלאה של עורך הבקשה והופק עפ"י בקשתו.</w:t>
      </w:r>
    </w:p>
    <w:p w14:paraId="5AF502B1" w14:textId="77777777" w:rsidR="002803D1" w:rsidRPr="006E350E" w:rsidRDefault="002803D1" w:rsidP="002803D1">
      <w:pPr>
        <w:ind w:left="-101"/>
        <w:jc w:val="both"/>
        <w:rPr>
          <w:rFonts w:cs="David"/>
          <w:b/>
          <w:bCs/>
          <w:color w:val="FF0000"/>
          <w:u w:val="single"/>
          <w:rtl/>
        </w:rPr>
      </w:pPr>
      <w:r w:rsidRPr="006E350E">
        <w:rPr>
          <w:rFonts w:cs="David"/>
          <w:b/>
          <w:bCs/>
          <w:color w:val="FF0000"/>
          <w:u w:val="single"/>
          <w:rtl/>
        </w:rPr>
        <w:t>הועדה אינה אחראית על תוכנו. הבקשה להקלה תבחן לגופה במועד הקבוע בחוק.</w:t>
      </w:r>
    </w:p>
    <w:p w14:paraId="04752A1A" w14:textId="77777777" w:rsidR="002803D1" w:rsidRPr="006E350E" w:rsidRDefault="002803D1" w:rsidP="002803D1">
      <w:pPr>
        <w:ind w:left="-101"/>
        <w:jc w:val="both"/>
        <w:rPr>
          <w:rFonts w:cs="David"/>
          <w:b/>
          <w:bCs/>
          <w:color w:val="FF0000"/>
          <w:rtl/>
        </w:rPr>
      </w:pPr>
    </w:p>
    <w:p w14:paraId="1DDCED35" w14:textId="77777777" w:rsidR="002803D1" w:rsidRPr="006E350E" w:rsidRDefault="002803D1" w:rsidP="002803D1">
      <w:pPr>
        <w:ind w:left="-101"/>
        <w:jc w:val="both"/>
        <w:rPr>
          <w:rFonts w:cs="David"/>
          <w:b/>
          <w:bCs/>
          <w:color w:val="FF0000"/>
          <w:rtl/>
        </w:rPr>
      </w:pPr>
      <w:r w:rsidRPr="006E350E">
        <w:rPr>
          <w:rFonts w:cs="David" w:hint="cs"/>
          <w:b/>
          <w:bCs/>
          <w:color w:val="FF0000"/>
          <w:rtl/>
        </w:rPr>
        <w:t xml:space="preserve">שם וחתימת עורך הבקשה להיתר </w:t>
      </w:r>
      <w:r w:rsidRPr="006E350E">
        <w:rPr>
          <w:rFonts w:ascii="MS Sans Serif" w:hAnsi="MS Sans Serif" w:cs="David"/>
          <w:color w:val="000000"/>
          <w:rtl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 w:hint="cs"/>
          <w:color w:val="000000"/>
        </w:rPr>
        <w:instrText>FORMTEXT</w:instrText>
      </w:r>
      <w:r w:rsidRPr="006E350E">
        <w:rPr>
          <w:rFonts w:ascii="MS Sans Serif" w:hAnsi="MS Sans Serif" w:cs="David"/>
          <w:color w:val="000000"/>
          <w:rtl/>
        </w:rPr>
        <w:instrText xml:space="preserve"> </w:instrText>
      </w:r>
      <w:r w:rsidRPr="006E350E">
        <w:rPr>
          <w:rFonts w:ascii="MS Sans Serif" w:hAnsi="MS Sans Serif" w:cs="David"/>
          <w:color w:val="000000"/>
          <w:rtl/>
        </w:rPr>
      </w:r>
      <w:r w:rsidRPr="006E350E">
        <w:rPr>
          <w:rFonts w:ascii="MS Sans Serif" w:hAnsi="MS Sans Serif" w:cs="David"/>
          <w:color w:val="000000"/>
          <w:rtl/>
        </w:rPr>
        <w:fldChar w:fldCharType="separate"/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noProof/>
          <w:color w:val="000000"/>
          <w:rtl/>
        </w:rPr>
        <w:t> </w:t>
      </w:r>
      <w:r w:rsidRPr="006E350E">
        <w:rPr>
          <w:rFonts w:ascii="MS Sans Serif" w:hAnsi="MS Sans Serif" w:cs="David"/>
          <w:color w:val="000000"/>
          <w:rtl/>
        </w:rPr>
        <w:fldChar w:fldCharType="end"/>
      </w:r>
    </w:p>
    <w:p w14:paraId="3F84C1DA" w14:textId="77777777" w:rsidR="002803D1" w:rsidRPr="006E350E" w:rsidRDefault="002803D1" w:rsidP="002803D1">
      <w:pPr>
        <w:ind w:left="-58"/>
        <w:rPr>
          <w:rFonts w:cs="David"/>
          <w:rtl/>
        </w:rPr>
      </w:pPr>
      <w:r w:rsidRPr="006E350E">
        <w:rPr>
          <w:rFonts w:cs="David"/>
          <w:rtl/>
        </w:rPr>
        <w:t xml:space="preserve">             </w:t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  <w:r w:rsidRPr="006E350E">
        <w:rPr>
          <w:rFonts w:cs="David"/>
          <w:rtl/>
        </w:rPr>
        <w:tab/>
      </w:r>
    </w:p>
    <w:p w14:paraId="630D997E" w14:textId="77777777" w:rsidR="002803D1" w:rsidRPr="006E350E" w:rsidRDefault="002803D1" w:rsidP="002803D1">
      <w:pPr>
        <w:ind w:left="5702" w:firstLine="778"/>
        <w:rPr>
          <w:rFonts w:cs="David"/>
          <w:rtl/>
        </w:rPr>
      </w:pPr>
      <w:r w:rsidRPr="006E350E">
        <w:rPr>
          <w:rFonts w:cs="David"/>
          <w:rtl/>
        </w:rPr>
        <w:t>בברכה,</w:t>
      </w:r>
    </w:p>
    <w:p w14:paraId="1BC653B0" w14:textId="77777777" w:rsidR="002803D1" w:rsidRPr="006E350E" w:rsidRDefault="002803D1" w:rsidP="002803D1">
      <w:pPr>
        <w:ind w:left="4982" w:firstLine="778"/>
        <w:rPr>
          <w:rFonts w:cs="David"/>
          <w:rtl/>
        </w:rPr>
      </w:pPr>
      <w:r w:rsidRPr="006E350E">
        <w:rPr>
          <w:rFonts w:cs="David"/>
          <w:rtl/>
        </w:rPr>
        <w:t xml:space="preserve">           </w:t>
      </w:r>
    </w:p>
    <w:p w14:paraId="22854368" w14:textId="77777777" w:rsidR="002803D1" w:rsidRPr="006E350E" w:rsidRDefault="002803D1" w:rsidP="002803D1">
      <w:pPr>
        <w:ind w:left="4982" w:firstLine="778"/>
        <w:rPr>
          <w:rFonts w:cs="David"/>
          <w:rtl/>
        </w:rPr>
      </w:pPr>
      <w:r w:rsidRPr="006E350E">
        <w:rPr>
          <w:rFonts w:cs="David" w:hint="cs"/>
          <w:rtl/>
        </w:rPr>
        <w:t>____________________</w:t>
      </w:r>
    </w:p>
    <w:p w14:paraId="6D77B6A8" w14:textId="77777777" w:rsidR="002803D1" w:rsidRPr="006E350E" w:rsidRDefault="002803D1" w:rsidP="002803D1">
      <w:pPr>
        <w:spacing w:line="276" w:lineRule="auto"/>
        <w:ind w:left="3542" w:firstLine="778"/>
        <w:rPr>
          <w:rFonts w:cs="David"/>
          <w:rtl/>
        </w:rPr>
      </w:pPr>
      <w:r w:rsidRPr="006E350E">
        <w:rPr>
          <w:rFonts w:cs="David"/>
          <w:rtl/>
        </w:rPr>
        <w:t xml:space="preserve">                 </w:t>
      </w:r>
      <w:r w:rsidRPr="006E350E">
        <w:rPr>
          <w:rFonts w:cs="David" w:hint="cs"/>
          <w:rtl/>
        </w:rPr>
        <w:t xml:space="preserve">    </w:t>
      </w:r>
      <w:r w:rsidRPr="006E350E">
        <w:rPr>
          <w:rFonts w:cs="David"/>
          <w:rtl/>
        </w:rPr>
        <w:t>יו"ר הועדה המקומית לתכנון ובניה</w:t>
      </w:r>
    </w:p>
    <w:p w14:paraId="768DDAB0" w14:textId="49AE80EB" w:rsidR="00CD1C24" w:rsidRPr="006E350E" w:rsidRDefault="002803D1" w:rsidP="002803D1">
      <w:pPr>
        <w:spacing w:line="276" w:lineRule="auto"/>
        <w:ind w:left="3542" w:firstLine="778"/>
        <w:rPr>
          <w:rtl/>
        </w:rPr>
      </w:pPr>
      <w:r w:rsidRPr="006E350E">
        <w:rPr>
          <w:rFonts w:cs="David"/>
          <w:rtl/>
        </w:rPr>
        <w:t xml:space="preserve">                                 </w:t>
      </w:r>
      <w:r w:rsidRPr="006E350E">
        <w:rPr>
          <w:rFonts w:cs="David" w:hint="cs"/>
          <w:rtl/>
        </w:rPr>
        <w:t xml:space="preserve">  </w:t>
      </w:r>
      <w:r w:rsidRPr="006E350E">
        <w:rPr>
          <w:rFonts w:cs="David"/>
          <w:rtl/>
        </w:rPr>
        <w:t xml:space="preserve">     חוף אשקלון </w:t>
      </w:r>
      <w:r w:rsidR="000120E1" w:rsidRPr="006E350E">
        <w:rPr>
          <w:rFonts w:hint="cs"/>
          <w:rtl/>
        </w:rPr>
        <w:t xml:space="preserve"> </w:t>
      </w:r>
    </w:p>
    <w:sectPr w:rsidR="00CD1C24" w:rsidRPr="006E350E" w:rsidSect="00E94F72">
      <w:headerReference w:type="default" r:id="rId9"/>
      <w:footerReference w:type="default" r:id="rId10"/>
      <w:pgSz w:w="11906" w:h="16838"/>
      <w:pgMar w:top="1276" w:right="1841" w:bottom="1440" w:left="1134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0C3F7" w14:textId="77777777" w:rsidR="00EE1A56" w:rsidRDefault="00EE1A56" w:rsidP="00DC1642">
      <w:r>
        <w:separator/>
      </w:r>
    </w:p>
  </w:endnote>
  <w:endnote w:type="continuationSeparator" w:id="0">
    <w:p w14:paraId="277AA224" w14:textId="77777777" w:rsidR="00EE1A56" w:rsidRDefault="00EE1A56" w:rsidP="00DC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4E1F" w14:textId="048E2553" w:rsidR="00E94F72" w:rsidRDefault="00E94F72" w:rsidP="00E94F72">
    <w:pPr>
      <w:ind w:left="1985" w:right="-756"/>
      <w:rPr>
        <w:rFonts w:cs="David"/>
        <w:b/>
        <w:bCs/>
        <w:rtl/>
      </w:rPr>
    </w:pPr>
    <w:r>
      <w:rPr>
        <w:rFonts w:cs="David" w:hint="cs"/>
        <w:b/>
        <w:bCs/>
        <w:rtl/>
      </w:rPr>
      <w:t>__________________________________</w:t>
    </w:r>
  </w:p>
  <w:p w14:paraId="68FB03BE" w14:textId="1BE9E693" w:rsidR="005D5B67" w:rsidRPr="005D5B67" w:rsidRDefault="005D5B67" w:rsidP="005D5B67">
    <w:pPr>
      <w:ind w:left="2160" w:right="-756"/>
      <w:rPr>
        <w:b/>
        <w:bCs/>
        <w:sz w:val="20"/>
        <w:szCs w:val="20"/>
        <w:rtl/>
      </w:rPr>
    </w:pPr>
    <w:r w:rsidRPr="005D5B67">
      <w:rPr>
        <w:rFonts w:cs="David"/>
        <w:b/>
        <w:bCs/>
        <w:rtl/>
      </w:rPr>
      <w:t>קבלת קהל: י</w:t>
    </w:r>
    <w:r w:rsidRPr="005D5B67">
      <w:rPr>
        <w:rFonts w:cs="David" w:hint="cs"/>
        <w:b/>
        <w:bCs/>
        <w:rtl/>
      </w:rPr>
      <w:t xml:space="preserve">ום </w:t>
    </w:r>
    <w:r w:rsidRPr="005D5B67">
      <w:rPr>
        <w:rFonts w:cs="David"/>
        <w:b/>
        <w:bCs/>
        <w:rtl/>
      </w:rPr>
      <w:t>א'</w:t>
    </w:r>
    <w:r w:rsidRPr="005D5B67">
      <w:rPr>
        <w:rFonts w:cs="David" w:hint="cs"/>
        <w:b/>
        <w:bCs/>
        <w:rtl/>
      </w:rPr>
      <w:t xml:space="preserve"> </w:t>
    </w:r>
    <w:r w:rsidRPr="005D5B67">
      <w:rPr>
        <w:rFonts w:cs="David"/>
        <w:b/>
        <w:bCs/>
        <w:rtl/>
      </w:rPr>
      <w:t xml:space="preserve">  בין השעות 8:30 -</w:t>
    </w:r>
    <w:r w:rsidRPr="005D5B67">
      <w:rPr>
        <w:rFonts w:cs="David" w:hint="cs"/>
        <w:b/>
        <w:bCs/>
        <w:rtl/>
      </w:rPr>
      <w:t>16:00</w:t>
    </w:r>
  </w:p>
  <w:p w14:paraId="00CB7B40" w14:textId="77777777" w:rsidR="005D5B67" w:rsidRPr="005D5B67" w:rsidRDefault="005D5B67" w:rsidP="005D5B67">
    <w:pPr>
      <w:tabs>
        <w:tab w:val="center" w:pos="4153"/>
        <w:tab w:val="right" w:pos="8306"/>
      </w:tabs>
      <w:ind w:left="686" w:firstLine="1474"/>
      <w:rPr>
        <w:rFonts w:cs="David"/>
        <w:b/>
        <w:bCs/>
        <w:rtl/>
      </w:rPr>
    </w:pPr>
    <w:r w:rsidRPr="005D5B67">
      <w:rPr>
        <w:rFonts w:cs="David" w:hint="cs"/>
        <w:b/>
        <w:bCs/>
        <w:rtl/>
      </w:rPr>
      <w:t xml:space="preserve">    </w:t>
    </w:r>
    <w:r w:rsidRPr="005D5B67">
      <w:rPr>
        <w:rFonts w:cs="David"/>
        <w:b/>
        <w:bCs/>
        <w:rtl/>
      </w:rPr>
      <w:t>טל'  08-6776403/4  פקס:  08-6775585</w:t>
    </w:r>
  </w:p>
  <w:p w14:paraId="1943F6F5" w14:textId="77777777" w:rsidR="005D5B67" w:rsidRPr="005D5B67" w:rsidRDefault="005D5B67" w:rsidP="005D5B67">
    <w:pPr>
      <w:tabs>
        <w:tab w:val="center" w:pos="4153"/>
        <w:tab w:val="right" w:pos="9757"/>
      </w:tabs>
      <w:ind w:left="2103" w:right="993"/>
      <w:rPr>
        <w:rFonts w:cs="David"/>
        <w:b/>
        <w:bCs/>
        <w:rtl/>
      </w:rPr>
    </w:pPr>
    <w:r w:rsidRPr="005D5B67">
      <w:rPr>
        <w:rFonts w:cs="David" w:hint="cs"/>
        <w:b/>
        <w:bCs/>
        <w:rtl/>
      </w:rPr>
      <w:t xml:space="preserve">         </w:t>
    </w:r>
    <w:r w:rsidRPr="005D5B67">
      <w:rPr>
        <w:rFonts w:cs="David"/>
        <w:b/>
        <w:bCs/>
        <w:rtl/>
      </w:rPr>
      <w:t>ת.ד 90003 מיקוד 78100 אשקלון</w:t>
    </w:r>
  </w:p>
  <w:p w14:paraId="5F65CB07" w14:textId="77777777" w:rsidR="005D5B67" w:rsidRPr="005D5B67" w:rsidRDefault="005D5B67" w:rsidP="005D5B67">
    <w:pPr>
      <w:tabs>
        <w:tab w:val="center" w:pos="4153"/>
        <w:tab w:val="right" w:pos="9757"/>
      </w:tabs>
      <w:ind w:left="2103" w:right="993"/>
      <w:rPr>
        <w:rFonts w:cs="David"/>
        <w:b/>
        <w:bCs/>
        <w:rtl/>
        <w:lang w:eastAsia="en-US"/>
      </w:rPr>
    </w:pPr>
    <w:r w:rsidRPr="005D5B67">
      <w:rPr>
        <w:rFonts w:cs="David" w:hint="cs"/>
        <w:b/>
        <w:bCs/>
        <w:rtl/>
      </w:rPr>
      <w:t xml:space="preserve">   דוא"ל</w:t>
    </w:r>
    <w:r w:rsidRPr="005D5B67">
      <w:rPr>
        <w:rFonts w:cs="David"/>
        <w:b/>
        <w:bCs/>
        <w:rtl/>
      </w:rPr>
      <w:t xml:space="preserve">:  </w:t>
    </w:r>
    <w:r w:rsidRPr="005D5B67">
      <w:rPr>
        <w:rFonts w:cs="David"/>
        <w:b/>
        <w:bCs/>
      </w:rPr>
      <w:t>vaada@hof-ashkelon.org.il</w:t>
    </w:r>
  </w:p>
  <w:p w14:paraId="5F2AAF75" w14:textId="77777777" w:rsidR="00904850" w:rsidRPr="008C03B5" w:rsidRDefault="00904850" w:rsidP="00904850">
    <w:pPr>
      <w:ind w:left="-919" w:right="-737"/>
      <w:rPr>
        <w:sz w:val="20"/>
        <w:szCs w:val="20"/>
        <w:rtl/>
        <w:cs/>
      </w:rPr>
    </w:pPr>
  </w:p>
  <w:p w14:paraId="039A10D8" w14:textId="77777777" w:rsidR="00904850" w:rsidRPr="00080542" w:rsidRDefault="00904850" w:rsidP="00904850">
    <w:pPr>
      <w:pStyle w:val="a7"/>
    </w:pPr>
  </w:p>
  <w:p w14:paraId="4884F32E" w14:textId="77777777" w:rsidR="00904850" w:rsidRDefault="009048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1F4D8" w14:textId="77777777" w:rsidR="00EE1A56" w:rsidRDefault="00EE1A56" w:rsidP="00DC1642">
      <w:r>
        <w:separator/>
      </w:r>
    </w:p>
  </w:footnote>
  <w:footnote w:type="continuationSeparator" w:id="0">
    <w:p w14:paraId="41CAC0BC" w14:textId="77777777" w:rsidR="00EE1A56" w:rsidRDefault="00EE1A56" w:rsidP="00DC1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FC34E" w14:textId="77777777" w:rsidR="002E1A5F" w:rsidRDefault="00094F57" w:rsidP="009D4E3C">
    <w:pPr>
      <w:pStyle w:val="a3"/>
      <w:ind w:left="-385" w:firstLine="385"/>
      <w:jc w:val="center"/>
      <w:rPr>
        <w:b/>
        <w:bCs/>
        <w:sz w:val="32"/>
        <w:szCs w:val="32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113F280D" wp14:editId="3EF02CA0">
          <wp:simplePos x="0" y="0"/>
          <wp:positionH relativeFrom="column">
            <wp:posOffset>5827395</wp:posOffset>
          </wp:positionH>
          <wp:positionV relativeFrom="paragraph">
            <wp:posOffset>-186690</wp:posOffset>
          </wp:positionV>
          <wp:extent cx="698500" cy="876300"/>
          <wp:effectExtent l="0" t="0" r="0" b="0"/>
          <wp:wrapNone/>
          <wp:docPr id="11" name="Picture 1" descr="תיאור: 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1A5F">
      <w:rPr>
        <w:b/>
        <w:bCs/>
        <w:sz w:val="32"/>
        <w:szCs w:val="32"/>
        <w:rtl/>
      </w:rPr>
      <w:t>הועדה המקומית לתכנון ובניה "חוף אשקלון"</w:t>
    </w:r>
  </w:p>
  <w:p w14:paraId="550695BF" w14:textId="77777777" w:rsidR="00F73C30" w:rsidRPr="002E1A5F" w:rsidRDefault="00F73C30" w:rsidP="002E1A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C2DD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FC4E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E46A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BE9F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DA3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ACD5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2C21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48F2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DD163E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78755B"/>
    <w:multiLevelType w:val="hybridMultilevel"/>
    <w:tmpl w:val="D57222A2"/>
    <w:lvl w:ilvl="0" w:tplc="A9E429B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18745FF"/>
    <w:multiLevelType w:val="hybridMultilevel"/>
    <w:tmpl w:val="9460BB9C"/>
    <w:lvl w:ilvl="0" w:tplc="DFA0B858">
      <w:start w:val="1"/>
      <w:numFmt w:val="decimal"/>
      <w:lvlText w:val="%1."/>
      <w:lvlJc w:val="left"/>
      <w:pPr>
        <w:ind w:left="1080" w:hanging="360"/>
      </w:pPr>
      <w:rPr>
        <w:rFonts w:hint="default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3CB21AB"/>
    <w:multiLevelType w:val="hybridMultilevel"/>
    <w:tmpl w:val="4746DA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3D422F"/>
    <w:multiLevelType w:val="hybridMultilevel"/>
    <w:tmpl w:val="896A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9C22EE"/>
    <w:multiLevelType w:val="hybridMultilevel"/>
    <w:tmpl w:val="82F09408"/>
    <w:lvl w:ilvl="0" w:tplc="04090001">
      <w:start w:val="1"/>
      <w:numFmt w:val="bullet"/>
      <w:lvlText w:val=""/>
      <w:lvlJc w:val="left"/>
      <w:pPr>
        <w:ind w:left="1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54" w:hanging="360"/>
      </w:pPr>
      <w:rPr>
        <w:rFonts w:ascii="Wingdings" w:hAnsi="Wingdings" w:hint="default"/>
      </w:rPr>
    </w:lvl>
  </w:abstractNum>
  <w:abstractNum w:abstractNumId="14" w15:restartNumberingAfterBreak="0">
    <w:nsid w:val="0C985985"/>
    <w:multiLevelType w:val="hybridMultilevel"/>
    <w:tmpl w:val="656AF342"/>
    <w:lvl w:ilvl="0" w:tplc="A9E429B4">
      <w:start w:val="1"/>
      <w:numFmt w:val="bullet"/>
      <w:lvlText w:val="□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0D0C35A6"/>
    <w:multiLevelType w:val="hybridMultilevel"/>
    <w:tmpl w:val="ABEAD736"/>
    <w:lvl w:ilvl="0" w:tplc="A9E429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D91694"/>
    <w:multiLevelType w:val="hybridMultilevel"/>
    <w:tmpl w:val="BD448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EA0ED8"/>
    <w:multiLevelType w:val="hybridMultilevel"/>
    <w:tmpl w:val="829AA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C29BD"/>
    <w:multiLevelType w:val="hybridMultilevel"/>
    <w:tmpl w:val="EAB01126"/>
    <w:lvl w:ilvl="0" w:tplc="A9E429B4">
      <w:start w:val="1"/>
      <w:numFmt w:val="bullet"/>
      <w:lvlText w:val="□"/>
      <w:lvlJc w:val="left"/>
      <w:pPr>
        <w:ind w:left="1080" w:hanging="72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A24BE"/>
    <w:multiLevelType w:val="hybridMultilevel"/>
    <w:tmpl w:val="695A3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44CAA"/>
    <w:multiLevelType w:val="singleLevel"/>
    <w:tmpl w:val="9078A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</w:rPr>
    </w:lvl>
  </w:abstractNum>
  <w:abstractNum w:abstractNumId="21" w15:restartNumberingAfterBreak="0">
    <w:nsid w:val="3473582A"/>
    <w:multiLevelType w:val="hybridMultilevel"/>
    <w:tmpl w:val="7D68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C85CD4"/>
    <w:multiLevelType w:val="hybridMultilevel"/>
    <w:tmpl w:val="5372A572"/>
    <w:lvl w:ilvl="0" w:tplc="0C0A4D5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0B94023"/>
    <w:multiLevelType w:val="hybridMultilevel"/>
    <w:tmpl w:val="74BCF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83318"/>
    <w:multiLevelType w:val="hybridMultilevel"/>
    <w:tmpl w:val="7BA4DDB4"/>
    <w:lvl w:ilvl="0" w:tplc="A9E429B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80CAA"/>
    <w:multiLevelType w:val="hybridMultilevel"/>
    <w:tmpl w:val="EAEC1E6E"/>
    <w:lvl w:ilvl="0" w:tplc="1A22D82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C1069A"/>
    <w:multiLevelType w:val="hybridMultilevel"/>
    <w:tmpl w:val="9E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37774"/>
    <w:multiLevelType w:val="hybridMultilevel"/>
    <w:tmpl w:val="DB54E46A"/>
    <w:lvl w:ilvl="0" w:tplc="E0DCD2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7C0278"/>
    <w:multiLevelType w:val="hybridMultilevel"/>
    <w:tmpl w:val="AF0E2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77603"/>
    <w:multiLevelType w:val="hybridMultilevel"/>
    <w:tmpl w:val="2D380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36319"/>
    <w:multiLevelType w:val="hybridMultilevel"/>
    <w:tmpl w:val="E0A82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E7FAD"/>
    <w:multiLevelType w:val="hybridMultilevel"/>
    <w:tmpl w:val="C9009096"/>
    <w:lvl w:ilvl="0" w:tplc="36223FE6">
      <w:start w:val="1"/>
      <w:numFmt w:val="hebrew1"/>
      <w:lvlText w:val="%1."/>
      <w:lvlJc w:val="left"/>
      <w:pPr>
        <w:ind w:left="72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970D2D"/>
    <w:multiLevelType w:val="singleLevel"/>
    <w:tmpl w:val="4FB08860"/>
    <w:lvl w:ilvl="0">
      <w:start w:val="1"/>
      <w:numFmt w:val="hebrew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0"/>
      </w:rPr>
    </w:lvl>
  </w:abstractNum>
  <w:abstractNum w:abstractNumId="33" w15:restartNumberingAfterBreak="0">
    <w:nsid w:val="6711558B"/>
    <w:multiLevelType w:val="hybridMultilevel"/>
    <w:tmpl w:val="B0AE6FE6"/>
    <w:lvl w:ilvl="0" w:tplc="33884D44">
      <w:start w:val="1"/>
      <w:numFmt w:val="decimal"/>
      <w:lvlText w:val="%1.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4" w15:restartNumberingAfterBreak="0">
    <w:nsid w:val="680B3C61"/>
    <w:multiLevelType w:val="hybridMultilevel"/>
    <w:tmpl w:val="16F04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E0667"/>
    <w:multiLevelType w:val="hybridMultilevel"/>
    <w:tmpl w:val="CB8EA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858E3"/>
    <w:multiLevelType w:val="hybridMultilevel"/>
    <w:tmpl w:val="EA8A3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92DA0"/>
    <w:multiLevelType w:val="hybridMultilevel"/>
    <w:tmpl w:val="A7E20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B2381E"/>
    <w:multiLevelType w:val="hybridMultilevel"/>
    <w:tmpl w:val="28E06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30EC9"/>
    <w:multiLevelType w:val="hybridMultilevel"/>
    <w:tmpl w:val="F17CD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6"/>
  </w:num>
  <w:num w:numId="3">
    <w:abstractNumId w:val="20"/>
    <w:lvlOverride w:ilvl="0">
      <w:startOverride w:val="1"/>
    </w:lvlOverride>
  </w:num>
  <w:num w:numId="4">
    <w:abstractNumId w:val="32"/>
    <w:lvlOverride w:ilvl="0">
      <w:startOverride w:val="1"/>
    </w:lvlOverride>
  </w:num>
  <w:num w:numId="5">
    <w:abstractNumId w:val="27"/>
  </w:num>
  <w:num w:numId="6">
    <w:abstractNumId w:val="22"/>
  </w:num>
  <w:num w:numId="7">
    <w:abstractNumId w:val="31"/>
  </w:num>
  <w:num w:numId="8">
    <w:abstractNumId w:val="11"/>
  </w:num>
  <w:num w:numId="9">
    <w:abstractNumId w:val="9"/>
  </w:num>
  <w:num w:numId="10">
    <w:abstractNumId w:val="14"/>
  </w:num>
  <w:num w:numId="11">
    <w:abstractNumId w:val="15"/>
  </w:num>
  <w:num w:numId="12">
    <w:abstractNumId w:val="25"/>
  </w:num>
  <w:num w:numId="13">
    <w:abstractNumId w:val="10"/>
  </w:num>
  <w:num w:numId="14">
    <w:abstractNumId w:val="18"/>
  </w:num>
  <w:num w:numId="15">
    <w:abstractNumId w:val="24"/>
  </w:num>
  <w:num w:numId="16">
    <w:abstractNumId w:val="23"/>
  </w:num>
  <w:num w:numId="17">
    <w:abstractNumId w:val="3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2"/>
  </w:num>
  <w:num w:numId="21">
    <w:abstractNumId w:val="39"/>
  </w:num>
  <w:num w:numId="22">
    <w:abstractNumId w:val="30"/>
  </w:num>
  <w:num w:numId="23">
    <w:abstractNumId w:val="19"/>
  </w:num>
  <w:num w:numId="24">
    <w:abstractNumId w:val="38"/>
  </w:num>
  <w:num w:numId="25">
    <w:abstractNumId w:val="28"/>
  </w:num>
  <w:num w:numId="26">
    <w:abstractNumId w:val="35"/>
  </w:num>
  <w:num w:numId="27">
    <w:abstractNumId w:val="34"/>
  </w:num>
  <w:num w:numId="28">
    <w:abstractNumId w:val="36"/>
  </w:num>
  <w:num w:numId="29">
    <w:abstractNumId w:val="26"/>
  </w:num>
  <w:num w:numId="30">
    <w:abstractNumId w:val="33"/>
  </w:num>
  <w:num w:numId="31">
    <w:abstractNumId w:val="13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8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bwhpnSg7bZ5CVOxgLZLvhyBJwt7AkW/RPrIxS9GuA4pDyoYIINPLKxCflxmzw2SzzqSnKmE3fEgFawBVFJBgfA==" w:salt="i3w7ZtZjkMNvPcJNTuY8KQ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3C8"/>
    <w:rsid w:val="0000041B"/>
    <w:rsid w:val="000013B7"/>
    <w:rsid w:val="0001083B"/>
    <w:rsid w:val="000120E1"/>
    <w:rsid w:val="00031160"/>
    <w:rsid w:val="00032DAF"/>
    <w:rsid w:val="00033D51"/>
    <w:rsid w:val="00035100"/>
    <w:rsid w:val="00054C77"/>
    <w:rsid w:val="0006216E"/>
    <w:rsid w:val="00080542"/>
    <w:rsid w:val="000919A8"/>
    <w:rsid w:val="00091F36"/>
    <w:rsid w:val="00094F57"/>
    <w:rsid w:val="000F754B"/>
    <w:rsid w:val="00103CD1"/>
    <w:rsid w:val="00115510"/>
    <w:rsid w:val="001574EA"/>
    <w:rsid w:val="00181BBE"/>
    <w:rsid w:val="00186634"/>
    <w:rsid w:val="00186D4D"/>
    <w:rsid w:val="001D5D99"/>
    <w:rsid w:val="001E234A"/>
    <w:rsid w:val="002257DA"/>
    <w:rsid w:val="002608AC"/>
    <w:rsid w:val="002803D1"/>
    <w:rsid w:val="002B4ED7"/>
    <w:rsid w:val="002D3077"/>
    <w:rsid w:val="002E1A5F"/>
    <w:rsid w:val="003254E0"/>
    <w:rsid w:val="003533CA"/>
    <w:rsid w:val="00371642"/>
    <w:rsid w:val="003836C4"/>
    <w:rsid w:val="003944A5"/>
    <w:rsid w:val="003C0D1B"/>
    <w:rsid w:val="003C416B"/>
    <w:rsid w:val="003F5E09"/>
    <w:rsid w:val="00422F9A"/>
    <w:rsid w:val="00425E9F"/>
    <w:rsid w:val="00431358"/>
    <w:rsid w:val="0043635A"/>
    <w:rsid w:val="00447F57"/>
    <w:rsid w:val="004863E1"/>
    <w:rsid w:val="004A78DA"/>
    <w:rsid w:val="004C463A"/>
    <w:rsid w:val="004C74F4"/>
    <w:rsid w:val="004C7712"/>
    <w:rsid w:val="004E0905"/>
    <w:rsid w:val="0051720B"/>
    <w:rsid w:val="00565924"/>
    <w:rsid w:val="00592204"/>
    <w:rsid w:val="00596EB4"/>
    <w:rsid w:val="005D5B67"/>
    <w:rsid w:val="0060066E"/>
    <w:rsid w:val="00615CDF"/>
    <w:rsid w:val="0064412D"/>
    <w:rsid w:val="006449CF"/>
    <w:rsid w:val="00663FB3"/>
    <w:rsid w:val="00683044"/>
    <w:rsid w:val="00690B6E"/>
    <w:rsid w:val="006B667C"/>
    <w:rsid w:val="006E350E"/>
    <w:rsid w:val="00711115"/>
    <w:rsid w:val="00726C38"/>
    <w:rsid w:val="0075795D"/>
    <w:rsid w:val="00775B03"/>
    <w:rsid w:val="007C0105"/>
    <w:rsid w:val="007D05FD"/>
    <w:rsid w:val="007D5BA2"/>
    <w:rsid w:val="007E78BA"/>
    <w:rsid w:val="00804079"/>
    <w:rsid w:val="00812144"/>
    <w:rsid w:val="008167AF"/>
    <w:rsid w:val="00845DDD"/>
    <w:rsid w:val="00846321"/>
    <w:rsid w:val="00856CA7"/>
    <w:rsid w:val="00857466"/>
    <w:rsid w:val="00873AB4"/>
    <w:rsid w:val="00892613"/>
    <w:rsid w:val="008A1348"/>
    <w:rsid w:val="008B5E51"/>
    <w:rsid w:val="008C03B5"/>
    <w:rsid w:val="008D2CF5"/>
    <w:rsid w:val="008E5E51"/>
    <w:rsid w:val="008E7640"/>
    <w:rsid w:val="008F7384"/>
    <w:rsid w:val="00904850"/>
    <w:rsid w:val="00926EF0"/>
    <w:rsid w:val="00952D84"/>
    <w:rsid w:val="0095634D"/>
    <w:rsid w:val="009672BF"/>
    <w:rsid w:val="00980712"/>
    <w:rsid w:val="00980727"/>
    <w:rsid w:val="009B3670"/>
    <w:rsid w:val="009D0F53"/>
    <w:rsid w:val="009D4E3C"/>
    <w:rsid w:val="009F2E55"/>
    <w:rsid w:val="009F6586"/>
    <w:rsid w:val="00A41694"/>
    <w:rsid w:val="00A47777"/>
    <w:rsid w:val="00A627E5"/>
    <w:rsid w:val="00A63D70"/>
    <w:rsid w:val="00A9004B"/>
    <w:rsid w:val="00AA07C0"/>
    <w:rsid w:val="00AC5E60"/>
    <w:rsid w:val="00AD2C18"/>
    <w:rsid w:val="00AE20FC"/>
    <w:rsid w:val="00AF4C17"/>
    <w:rsid w:val="00B15802"/>
    <w:rsid w:val="00B17127"/>
    <w:rsid w:val="00B20E1A"/>
    <w:rsid w:val="00B42241"/>
    <w:rsid w:val="00B47D84"/>
    <w:rsid w:val="00B54709"/>
    <w:rsid w:val="00B57A63"/>
    <w:rsid w:val="00B61FBE"/>
    <w:rsid w:val="00B67279"/>
    <w:rsid w:val="00B67EF5"/>
    <w:rsid w:val="00B76085"/>
    <w:rsid w:val="00B81B41"/>
    <w:rsid w:val="00B93459"/>
    <w:rsid w:val="00BB3FD0"/>
    <w:rsid w:val="00BC040E"/>
    <w:rsid w:val="00BF0423"/>
    <w:rsid w:val="00C518B5"/>
    <w:rsid w:val="00C62550"/>
    <w:rsid w:val="00C92A50"/>
    <w:rsid w:val="00CB34A6"/>
    <w:rsid w:val="00CD1C24"/>
    <w:rsid w:val="00CD1C54"/>
    <w:rsid w:val="00CD504F"/>
    <w:rsid w:val="00CD512B"/>
    <w:rsid w:val="00CE1FDE"/>
    <w:rsid w:val="00CE45AE"/>
    <w:rsid w:val="00CE762A"/>
    <w:rsid w:val="00CF415A"/>
    <w:rsid w:val="00D14481"/>
    <w:rsid w:val="00D17CE0"/>
    <w:rsid w:val="00D61589"/>
    <w:rsid w:val="00D64588"/>
    <w:rsid w:val="00D754FB"/>
    <w:rsid w:val="00D874FD"/>
    <w:rsid w:val="00DB0AEB"/>
    <w:rsid w:val="00DC1642"/>
    <w:rsid w:val="00DC5018"/>
    <w:rsid w:val="00E27DD7"/>
    <w:rsid w:val="00E344B2"/>
    <w:rsid w:val="00E35570"/>
    <w:rsid w:val="00E401DC"/>
    <w:rsid w:val="00E94F72"/>
    <w:rsid w:val="00EC0DC4"/>
    <w:rsid w:val="00EC70E1"/>
    <w:rsid w:val="00ED22B0"/>
    <w:rsid w:val="00ED70AB"/>
    <w:rsid w:val="00EE1A56"/>
    <w:rsid w:val="00EE2A76"/>
    <w:rsid w:val="00F03F8D"/>
    <w:rsid w:val="00F200ED"/>
    <w:rsid w:val="00F278BC"/>
    <w:rsid w:val="00F50448"/>
    <w:rsid w:val="00F663C8"/>
    <w:rsid w:val="00F73C30"/>
    <w:rsid w:val="00F74A7D"/>
    <w:rsid w:val="00F825E1"/>
    <w:rsid w:val="00F8554C"/>
    <w:rsid w:val="00F87014"/>
    <w:rsid w:val="00F9471C"/>
    <w:rsid w:val="00F95F24"/>
    <w:rsid w:val="00FB504F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6326A48"/>
  <w14:defaultImageDpi w14:val="0"/>
  <w15:docId w15:val="{FC36153E-6E01-415D-B1CD-97BCAAB0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850"/>
    <w:pPr>
      <w:bidi/>
      <w:spacing w:after="0" w:line="240" w:lineRule="auto"/>
    </w:pPr>
    <w:rPr>
      <w:rFonts w:ascii="Times New Roman" w:hAnsi="Times New Roman" w:cs="Tahoma"/>
      <w:sz w:val="24"/>
      <w:szCs w:val="24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642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locked/>
    <w:rsid w:val="00DC1642"/>
    <w:rPr>
      <w:rFonts w:ascii="Times New Roman" w:hAnsi="Times New Roman" w:cs="Tahoma"/>
      <w:sz w:val="24"/>
      <w:szCs w:val="24"/>
      <w:lang w:val="x-none" w:eastAsia="he-IL" w:bidi="he-IL"/>
    </w:rPr>
  </w:style>
  <w:style w:type="paragraph" w:styleId="a5">
    <w:name w:val="Balloon Text"/>
    <w:basedOn w:val="a"/>
    <w:link w:val="a6"/>
    <w:uiPriority w:val="99"/>
    <w:semiHidden/>
    <w:unhideWhenUsed/>
    <w:rsid w:val="00D61589"/>
    <w:rPr>
      <w:rFonts w:ascii="Tahoma" w:hAnsi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locked/>
    <w:rsid w:val="00D61589"/>
    <w:rPr>
      <w:rFonts w:ascii="Tahoma" w:hAnsi="Tahoma" w:cs="Tahoma"/>
      <w:sz w:val="16"/>
      <w:szCs w:val="16"/>
      <w:lang w:val="x-none" w:eastAsia="he-IL" w:bidi="he-IL"/>
    </w:rPr>
  </w:style>
  <w:style w:type="paragraph" w:styleId="a7">
    <w:name w:val="footer"/>
    <w:basedOn w:val="a"/>
    <w:link w:val="a8"/>
    <w:uiPriority w:val="99"/>
    <w:unhideWhenUsed/>
    <w:rsid w:val="00DC1642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basedOn w:val="a0"/>
    <w:link w:val="a7"/>
    <w:uiPriority w:val="99"/>
    <w:locked/>
    <w:rsid w:val="00DC1642"/>
    <w:rPr>
      <w:rFonts w:ascii="Times New Roman" w:hAnsi="Times New Roman" w:cs="Tahoma"/>
      <w:sz w:val="24"/>
      <w:szCs w:val="24"/>
      <w:lang w:val="x-none" w:eastAsia="he-IL" w:bidi="he-IL"/>
    </w:rPr>
  </w:style>
  <w:style w:type="paragraph" w:styleId="a9">
    <w:name w:val="List Paragraph"/>
    <w:basedOn w:val="a"/>
    <w:uiPriority w:val="34"/>
    <w:qFormat/>
    <w:rsid w:val="00D14481"/>
    <w:pPr>
      <w:ind w:left="720"/>
      <w:contextualSpacing/>
    </w:pPr>
  </w:style>
  <w:style w:type="paragraph" w:styleId="aa">
    <w:name w:val="No Spacing"/>
    <w:uiPriority w:val="1"/>
    <w:qFormat/>
    <w:rsid w:val="00103CD1"/>
    <w:pPr>
      <w:bidi/>
      <w:spacing w:after="0" w:line="240" w:lineRule="auto"/>
    </w:pPr>
    <w:rPr>
      <w:rFonts w:eastAsiaTheme="minorHAnsi" w:cstheme="minorBidi"/>
    </w:rPr>
  </w:style>
  <w:style w:type="table" w:styleId="ab">
    <w:name w:val="Table Grid"/>
    <w:basedOn w:val="a1"/>
    <w:uiPriority w:val="99"/>
    <w:rsid w:val="00103CD1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7C0105"/>
    <w:rPr>
      <w:color w:val="0000FF" w:themeColor="hyperlink"/>
      <w:u w:val="single"/>
    </w:rPr>
  </w:style>
  <w:style w:type="paragraph" w:customStyle="1" w:styleId="header-2">
    <w:name w:val="header-2"/>
    <w:basedOn w:val="a"/>
    <w:rsid w:val="006B667C"/>
    <w:pPr>
      <w:bidi w:val="0"/>
      <w:spacing w:before="100" w:beforeAutospacing="1" w:after="100" w:afterAutospacing="1"/>
    </w:pPr>
    <w:rPr>
      <w:rFonts w:cs="Times New Roman"/>
      <w:lang w:eastAsia="en-US"/>
    </w:rPr>
  </w:style>
  <w:style w:type="paragraph" w:customStyle="1" w:styleId="p00">
    <w:name w:val="p00"/>
    <w:basedOn w:val="a"/>
    <w:rsid w:val="006B667C"/>
    <w:pPr>
      <w:bidi w:val="0"/>
      <w:spacing w:before="100" w:beforeAutospacing="1" w:after="100" w:afterAutospacing="1"/>
    </w:pPr>
    <w:rPr>
      <w:rFonts w:cs="Times New Roman"/>
      <w:lang w:eastAsia="en-US"/>
    </w:rPr>
  </w:style>
  <w:style w:type="character" w:customStyle="1" w:styleId="big-number">
    <w:name w:val="big-number"/>
    <w:basedOn w:val="a0"/>
    <w:rsid w:val="006B667C"/>
  </w:style>
  <w:style w:type="character" w:customStyle="1" w:styleId="default">
    <w:name w:val="default"/>
    <w:basedOn w:val="a0"/>
    <w:rsid w:val="006B667C"/>
  </w:style>
  <w:style w:type="paragraph" w:customStyle="1" w:styleId="medium2-header">
    <w:name w:val="medium2-header"/>
    <w:basedOn w:val="a"/>
    <w:rsid w:val="006B667C"/>
    <w:pPr>
      <w:bidi w:val="0"/>
      <w:spacing w:before="100" w:beforeAutospacing="1" w:after="100" w:afterAutospacing="1"/>
    </w:pPr>
    <w:rPr>
      <w:rFonts w:cs="Times New Roman"/>
      <w:lang w:eastAsia="en-US"/>
    </w:rPr>
  </w:style>
  <w:style w:type="paragraph" w:customStyle="1" w:styleId="big-header">
    <w:name w:val="big-header"/>
    <w:basedOn w:val="a"/>
    <w:rsid w:val="006B667C"/>
    <w:pPr>
      <w:bidi w:val="0"/>
      <w:spacing w:before="100" w:beforeAutospacing="1" w:after="100" w:afterAutospacing="1"/>
    </w:pPr>
    <w:rPr>
      <w:rFonts w:cs="Times New Roman"/>
      <w:lang w:eastAsia="en-US"/>
    </w:rPr>
  </w:style>
  <w:style w:type="paragraph" w:styleId="ac">
    <w:name w:val="Block Text"/>
    <w:basedOn w:val="a"/>
    <w:uiPriority w:val="99"/>
    <w:rsid w:val="004C7712"/>
    <w:pPr>
      <w:ind w:left="84" w:right="-284"/>
      <w:jc w:val="both"/>
    </w:pPr>
    <w:rPr>
      <w:rFonts w:ascii="Arial" w:hAnsi="Arial" w:cs="Arial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8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a.bartech-net.co.il/SearchPublic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alz\&#1513;&#1493;&#1500;&#1495;&#1503;%20&#1492;&#1506;&#1489;&#1493;&#1491;&#1492;\&#1492;&#1493;&#1506;&#1491;&#1492;%20&#1500;&#1514;&#1499;&#1504;&#1493;&#1503;%20&#1493;&#1489;&#1504;&#1497;&#1492;%20&#1489;&#1504;&#1497;%20&#1513;&#1502;&#1506;&#1493;&#1503;\&#1491;&#1507;%20&#1500;&#1493;&#1490;&#1493;%20&#1493;&#1506;&#1491;&#1492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A14C-80D2-413B-B744-03CD4C02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דף לוגו ועדה</Template>
  <TotalTime>17</TotalTime>
  <Pages>1</Pages>
  <Words>263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michalz</dc:creator>
  <cp:keywords/>
  <dc:description/>
  <cp:lastModifiedBy>Frida</cp:lastModifiedBy>
  <cp:revision>7</cp:revision>
  <cp:lastPrinted>2019-11-24T11:59:00Z</cp:lastPrinted>
  <dcterms:created xsi:type="dcterms:W3CDTF">2020-02-05T13:20:00Z</dcterms:created>
  <dcterms:modified xsi:type="dcterms:W3CDTF">2020-02-05T13:58:00Z</dcterms:modified>
</cp:coreProperties>
</file>